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9F" w:rsidRPr="007D0B78" w:rsidRDefault="007D0B78" w:rsidP="007D0B78">
      <w:bookmarkStart w:id="0" w:name="_GoBack"/>
      <w:bookmarkEnd w:id="0"/>
      <w:r w:rsidRPr="007D0B78">
        <w:t>Schronisko dla Bezdomnych Zwierząt położone jest w dzielnicy Dąbie w Częstochowie, niedaleko huty Częstochowa. Powstało w roku 1985 jako dział Zakładu Oczyszczania Miasta. Schronisko liczyło wtedy tylko 6 boksów, 2 klatki i kilka blaszanych baraków służących za gabinet lekarski, biuro, kuchnię i pomieszczenia dla obsługi. Wtedy przebywało tutaj 10-20 psów.</w:t>
      </w:r>
    </w:p>
    <w:sectPr w:rsidR="0045429F" w:rsidRPr="007D0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17B"/>
    <w:rsid w:val="0045429F"/>
    <w:rsid w:val="007D0B78"/>
    <w:rsid w:val="00B3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z\AppData\Local\Temp\schronisk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schronisko</Template>
  <TotalTime>1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Tuz</dc:creator>
  <cp:lastModifiedBy>Tuz</cp:lastModifiedBy>
  <cp:revision>1</cp:revision>
  <dcterms:created xsi:type="dcterms:W3CDTF">2016-05-15T21:22:00Z</dcterms:created>
  <dcterms:modified xsi:type="dcterms:W3CDTF">2016-05-15T21:23:00Z</dcterms:modified>
</cp:coreProperties>
</file>